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F631636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251BCF" w:rsidRPr="00251BCF">
        <w:rPr>
          <w:rFonts w:ascii="Verdana" w:eastAsia="Times New Roman" w:hAnsi="Verdana" w:cs="Times New Roman"/>
          <w:b/>
          <w:lang w:eastAsia="cs-CZ"/>
        </w:rPr>
        <w:t>„</w:t>
      </w:r>
      <w:r w:rsidR="00251BCF" w:rsidRPr="00251BCF">
        <w:rPr>
          <w:rFonts w:ascii="Verdana" w:eastAsia="Times New Roman" w:hAnsi="Verdana" w:cs="Times New Roman"/>
          <w:b/>
          <w:bCs/>
          <w:lang w:eastAsia="cs-CZ"/>
        </w:rPr>
        <w:t>Pravidelná údržba, opravy a prohlídky SHV/MVTV u OŘ OVA 2026-2027</w:t>
      </w:r>
      <w:r w:rsidR="00251BCF" w:rsidRPr="00251BCF">
        <w:rPr>
          <w:rFonts w:ascii="Verdana" w:eastAsia="Times New Roman" w:hAnsi="Verdana" w:cs="Times New Roman"/>
          <w:b/>
          <w:lang w:eastAsia="cs-CZ"/>
        </w:rPr>
        <w:t>“</w:t>
      </w:r>
      <w:r w:rsidR="00251BCF" w:rsidRPr="00251BCF">
        <w:rPr>
          <w:rFonts w:ascii="Verdana" w:eastAsia="Times New Roman" w:hAnsi="Verdana" w:cs="Times New Roman"/>
          <w:bCs/>
          <w:lang w:eastAsia="cs-CZ"/>
        </w:rPr>
        <w:t>,</w:t>
      </w:r>
      <w:r w:rsidR="00251BCF" w:rsidRPr="00251BCF">
        <w:rPr>
          <w:rFonts w:ascii="Verdana" w:eastAsia="Times New Roman" w:hAnsi="Verdana" w:cs="Times New Roman"/>
          <w:b/>
          <w:lang w:eastAsia="cs-CZ"/>
        </w:rPr>
        <w:t xml:space="preserve"> </w:t>
      </w:r>
      <w:r w:rsidR="00251BCF" w:rsidRPr="00251BCF">
        <w:rPr>
          <w:rFonts w:ascii="Verdana" w:eastAsia="Times New Roman" w:hAnsi="Verdana" w:cs="Times New Roman"/>
          <w:lang w:eastAsia="cs-CZ"/>
        </w:rPr>
        <w:t xml:space="preserve">č.j. </w:t>
      </w:r>
      <w:bookmarkEnd w:id="0"/>
      <w:r w:rsidR="00251BCF" w:rsidRPr="00251BCF">
        <w:rPr>
          <w:rFonts w:ascii="Verdana" w:eastAsia="Times New Roman" w:hAnsi="Verdana" w:cs="Times New Roman"/>
          <w:lang w:eastAsia="cs-CZ"/>
        </w:rPr>
        <w:t xml:space="preserve">3240/2026-SŽ-OŘ OVA-NPI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251B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251B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251BC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1C78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51BCF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35FC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1FAB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1C78"/>
    <w:rsid w:val="00164A6D"/>
    <w:rsid w:val="001F53A5"/>
    <w:rsid w:val="00341000"/>
    <w:rsid w:val="00390121"/>
    <w:rsid w:val="0049171C"/>
    <w:rsid w:val="004C2052"/>
    <w:rsid w:val="004F0595"/>
    <w:rsid w:val="005F595B"/>
    <w:rsid w:val="00710200"/>
    <w:rsid w:val="0087094D"/>
    <w:rsid w:val="009038E8"/>
    <w:rsid w:val="00A402AD"/>
    <w:rsid w:val="00AC1589"/>
    <w:rsid w:val="00B71FAB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432</Words>
  <Characters>2875</Characters>
  <Application>Microsoft Office Word</Application>
  <DocSecurity>0</DocSecurity>
  <Lines>70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26</cp:revision>
  <cp:lastPrinted>2017-11-28T17:18:00Z</cp:lastPrinted>
  <dcterms:created xsi:type="dcterms:W3CDTF">2023-11-16T10:29:00Z</dcterms:created>
  <dcterms:modified xsi:type="dcterms:W3CDTF">2026-01-20T08:46:00Z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